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332" w:rsidRDefault="007D2332">
      <w:r>
        <w:t>I love technology, I love technology, I love technology.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I don’t know what those older people are talking about, technology always works for me!</w:t>
      </w:r>
    </w:p>
    <w:p w:rsidR="007D2332" w:rsidRDefault="007D2332">
      <w:r>
        <w:t>Hey, have you seen that UPWP Wiki?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No, what’s that?</w:t>
      </w:r>
    </w:p>
    <w:p w:rsidR="007D2332" w:rsidRDefault="007D2332">
      <w:r>
        <w:t>Well, I guess these people are getting together to write all summer.  Like who has time for that?!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Oh yeah, I found it.  Says here that they eat snack every morning and Kara Graci brought in Tutti Fruitti’s yesterday.</w:t>
      </w:r>
    </w:p>
    <w:p w:rsidR="007D2332" w:rsidRDefault="007D2332">
      <w:r>
        <w:t>What the heck is that?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I dunno, must be something your mom won’t let you eat!</w:t>
      </w:r>
    </w:p>
    <w:p w:rsidR="007D2332" w:rsidRDefault="007D2332">
      <w:r>
        <w:t>OMG, they had Yooper’s there!   WTF!  How ridiculous!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My dad likes Da Yoopers!  These women must be old!</w:t>
      </w:r>
    </w:p>
    <w:p w:rsidR="007D2332" w:rsidRDefault="007D2332">
      <w:r>
        <w:t xml:space="preserve">I heard they couldn’t even get their printer to work!  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Wonder why?</w:t>
      </w:r>
    </w:p>
    <w:p w:rsidR="007D2332" w:rsidRDefault="007D2332">
      <w:r>
        <w:t>IDK!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OMG! Then they started talking about voice!  Are they sooo old they hear voices?!</w:t>
      </w:r>
    </w:p>
    <w:p w:rsidR="007D2332" w:rsidRDefault="007D2332">
      <w:r>
        <w:t>IDK!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Looks like they were talkin about author’s portraying voice, not hearing voices.</w:t>
      </w:r>
    </w:p>
    <w:p w:rsidR="007D2332" w:rsidRDefault="007D2332">
      <w:r>
        <w:t>Ohhh!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Oh and it says they are trying to get their students to understand what makes voice in a writing piece.</w:t>
      </w:r>
    </w:p>
    <w:p w:rsidR="007D2332" w:rsidRDefault="007D2332">
      <w:r>
        <w:t>You’ve got to be kidding me?  This is how they spend there summer?!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Did you see that sheet of character faces that Michelle Bradley passed out?</w:t>
      </w:r>
    </w:p>
    <w:p w:rsidR="007D2332" w:rsidRDefault="007D2332">
      <w:r>
        <w:t>Yeah, it’s like the status faces on MySpace!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Haha, the only good one was the Hungover one!</w:t>
      </w:r>
    </w:p>
    <w:p w:rsidR="007D2332" w:rsidRDefault="007D2332">
      <w:r>
        <w:t>Speaking of that, let’s go to MySpace and see what everyone’s up to!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Did you know that they thought serafina67 was British?!  OMG! DUH!</w:t>
      </w:r>
    </w:p>
    <w:p w:rsidR="007D2332" w:rsidRDefault="007D2332">
      <w:r>
        <w:t>So, looks like there’s a doctor at this lame summer school thing!  A Dr. Standerford….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Never heard of him!</w:t>
      </w:r>
    </w:p>
    <w:p w:rsidR="007D2332" w:rsidRDefault="007D2332">
      <w:r>
        <w:t>Me either!  Why would they need a doctor there?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IDK!</w:t>
      </w:r>
    </w:p>
    <w:p w:rsidR="007D2332" w:rsidRDefault="007D2332">
      <w:r>
        <w:t>Looks like that Bradley chick referred to Penelope from SNL.  At least they do something cool!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One of them uploaded this video about some weird guy singing a song about his teacher!  OMG!</w:t>
      </w:r>
    </w:p>
    <w:p w:rsidR="007D2332" w:rsidRDefault="007D2332">
      <w:r>
        <w:t>I know, like I never write a song about any of my teachers!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Man, I wish I was in Miss Sayen’s class.  They’re allowed to break rules!  They just have to say why they did it!</w:t>
      </w:r>
    </w:p>
    <w:p w:rsidR="007D2332" w:rsidRDefault="007D2332">
      <w:r>
        <w:t>I wonder if she’d let me write dirty limericks about Bobby just cuz I’m Irish!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IDK! LOL!</w:t>
      </w:r>
    </w:p>
    <w:p w:rsidR="007D2332" w:rsidRDefault="007D2332">
      <w:r>
        <w:t>OMG!  It says they started talking about dead old guys!  Do they have a life?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Apparently not!  They prolly think that Amerigo Vespucci is hot or something!</w:t>
      </w:r>
    </w:p>
    <w:p w:rsidR="007D2332" w:rsidRDefault="007D2332">
      <w:smartTag w:uri="urn:schemas-microsoft-com:office:smarttags" w:element="place">
        <w:smartTag w:uri="urn:schemas-microsoft-com:office:smarttags" w:element="City">
          <w:r>
            <w:t>Tracy</w:t>
          </w:r>
        </w:smartTag>
      </w:smartTag>
      <w:r>
        <w:t xml:space="preserve"> apparently thought that he was a bottle of wine!  What is she, a lush?!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Then, they wrote these things called I Am poems!  WTF?</w:t>
      </w:r>
    </w:p>
    <w:p w:rsidR="007D2332" w:rsidRDefault="007D2332">
      <w:r>
        <w:t>Yeah, their poems shoulda said, I AM DEAD!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Yeah, no kidding!  They talked about using these KWL charts and said something about what you know, what you wanna know, and what you learned?  Who cares?!</w:t>
      </w:r>
    </w:p>
    <w:p w:rsidR="007D2332" w:rsidRDefault="007D2332">
      <w:r>
        <w:t>I know!  It should stand for: Quit Writing Losers!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Marcia, that presenter lady, said it was her worst nightmare!  My worst nightmare would be sitting there with them!  Right?</w:t>
      </w:r>
    </w:p>
    <w:p w:rsidR="007D2332" w:rsidRDefault="007D2332">
      <w:r>
        <w:t>IK!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OMG!  JoeyLynn said, “sometimes you don’t know what you know.”</w:t>
      </w:r>
    </w:p>
    <w:p w:rsidR="007D2332" w:rsidRDefault="007D2332">
      <w:r>
        <w:t>Yeah, and sometimes you don’t know anything!!!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There’s a picture uploaded of her, too!  Looks like she fell asleep!</w:t>
      </w:r>
    </w:p>
    <w:p w:rsidR="007D2332" w:rsidRDefault="007D2332">
      <w:r>
        <w:t>See, I told you it was boring!!!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Yeah, and this is too!  Let’s go to facebook!</w:t>
      </w:r>
    </w:p>
    <w:p w:rsidR="007D2332" w:rsidRDefault="007D2332">
      <w:r>
        <w:t>OMG!  They got together and did more writing!  They are so lame!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Is that all they do is write?</w:t>
      </w:r>
    </w:p>
    <w:p w:rsidR="007D2332" w:rsidRDefault="007D2332">
      <w:r>
        <w:t>IDK!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Oh, looks like they read too!  WOW!</w:t>
      </w:r>
    </w:p>
    <w:p w:rsidR="007D2332" w:rsidRDefault="007D2332">
      <w:r>
        <w:t>Why would anyone read a book in the summer?  And especially a textbook!  WTF!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 xml:space="preserve">LOL!  Kara’s status says she got excited and let loose!  OMG!  </w:t>
      </w:r>
    </w:p>
    <w:p w:rsidR="007D2332" w:rsidRDefault="007D2332">
      <w:r>
        <w:t>Thank God for that baby shower in that building tonight!  Those women are such losers they would prolly still be there working!!!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Yeah, looks like they’re gonna go to Jamie’s to remodel!</w:t>
      </w:r>
    </w:p>
    <w:p w:rsidR="007D2332" w:rsidRDefault="007D2332">
      <w:r>
        <w:t>WOOHOO!  Now they’re rockin’!  LOSERS!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 xml:space="preserve">According to Colleen’s update, we should stay away from </w:t>
      </w:r>
      <w:smartTag w:uri="urn:schemas-microsoft-com:office:smarttags" w:element="place">
        <w:smartTag w:uri="urn:schemas-microsoft-com:office:smarttags" w:element="PlaceName">
          <w:r w:rsidRPr="00084C52">
            <w:rPr>
              <w:color w:val="FF00FF"/>
            </w:rPr>
            <w:t>Laikanin</w:t>
          </w:r>
        </w:smartTag>
        <w:r w:rsidRPr="00084C52">
          <w:rPr>
            <w:color w:val="FF00FF"/>
          </w:rPr>
          <w:t xml:space="preserve"> </w:t>
        </w:r>
        <w:smartTag w:uri="urn:schemas-microsoft-com:office:smarttags" w:element="PlaceType">
          <w:r w:rsidRPr="00084C52">
            <w:rPr>
              <w:color w:val="FF00FF"/>
            </w:rPr>
            <w:t>Land</w:t>
          </w:r>
        </w:smartTag>
      </w:smartTag>
      <w:r w:rsidRPr="00084C52">
        <w:rPr>
          <w:color w:val="FF00FF"/>
        </w:rPr>
        <w:t xml:space="preserve"> tomorrow!</w:t>
      </w:r>
    </w:p>
    <w:p w:rsidR="007D2332" w:rsidRDefault="007D2332">
      <w:r>
        <w:t>Yeah, I don’t care to see my mom or her friends acting like geeks!</w:t>
      </w:r>
    </w:p>
    <w:p w:rsidR="007D2332" w:rsidRPr="00084C52" w:rsidRDefault="007D2332">
      <w:pPr>
        <w:rPr>
          <w:color w:val="FF00FF"/>
        </w:rPr>
      </w:pPr>
      <w:r w:rsidRPr="00084C52">
        <w:rPr>
          <w:color w:val="FF00FF"/>
        </w:rPr>
        <w:t>Yeah, me either!  My mom is lamo!</w:t>
      </w:r>
    </w:p>
    <w:p w:rsidR="007D2332" w:rsidRDefault="007D2332">
      <w:r>
        <w:t>So, you ready to hit the beach!</w:t>
      </w:r>
    </w:p>
    <w:p w:rsidR="007D2332" w:rsidRDefault="007D2332">
      <w:pPr>
        <w:rPr>
          <w:color w:val="FF00FF"/>
        </w:rPr>
      </w:pPr>
      <w:r w:rsidRPr="00084C52">
        <w:rPr>
          <w:color w:val="FF00FF"/>
        </w:rPr>
        <w:t>Yeah, let me grab a Starbucks, and I’ll meet you there!</w:t>
      </w:r>
    </w:p>
    <w:p w:rsidR="007D2332" w:rsidRDefault="007D2332"/>
    <w:p w:rsidR="007D2332" w:rsidRDefault="007D2332"/>
    <w:sectPr w:rsidR="007D2332" w:rsidSect="006A6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643"/>
    <w:rsid w:val="00084C52"/>
    <w:rsid w:val="00375494"/>
    <w:rsid w:val="004C6E11"/>
    <w:rsid w:val="006A66F2"/>
    <w:rsid w:val="007004A8"/>
    <w:rsid w:val="00736F24"/>
    <w:rsid w:val="00767643"/>
    <w:rsid w:val="007D2332"/>
    <w:rsid w:val="00872162"/>
    <w:rsid w:val="008F5CF8"/>
    <w:rsid w:val="00D7154D"/>
    <w:rsid w:val="00D71B6F"/>
    <w:rsid w:val="00FC3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6F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541</Words>
  <Characters>3090</Characters>
  <Application>Microsoft Office Outlook</Application>
  <DocSecurity>0</DocSecurity>
  <Lines>0</Lines>
  <Paragraphs>0</Paragraphs>
  <ScaleCrop>false</ScaleCrop>
  <Company>Northern Michigan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Registered User</dc:creator>
  <cp:keywords/>
  <dc:description/>
  <cp:lastModifiedBy>Mom</cp:lastModifiedBy>
  <cp:revision>4</cp:revision>
  <dcterms:created xsi:type="dcterms:W3CDTF">2009-06-23T22:52:00Z</dcterms:created>
  <dcterms:modified xsi:type="dcterms:W3CDTF">2009-06-30T03:09:00Z</dcterms:modified>
</cp:coreProperties>
</file>